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E03CD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BC044A" w:rsidTr="00963E33">
        <w:tc>
          <w:tcPr>
            <w:tcW w:w="10326" w:type="dxa"/>
          </w:tcPr>
          <w:p w:rsidR="00190FF9" w:rsidRPr="00963E33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BC044A" w:rsidRDefault="00190FF9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BC044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466C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F0D73" w:rsidRPr="00BC044A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143E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  <w:p w:rsidR="00CF0D73" w:rsidRPr="00BC044A" w:rsidRDefault="00AE17CD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17CD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от 29.12.2021 № 440</w:t>
            </w:r>
            <w:bookmarkStart w:id="0" w:name="_GoBack"/>
            <w:bookmarkEnd w:id="0"/>
          </w:p>
          <w:p w:rsidR="00CF0D73" w:rsidRPr="00BC044A" w:rsidRDefault="00CF0D73" w:rsidP="00BB143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111C" w:rsidRDefault="00CF0D73" w:rsidP="00662A15">
      <w:pPr>
        <w:jc w:val="center"/>
        <w:rPr>
          <w:rFonts w:ascii="Times New Roman" w:hAnsi="Times New Roman"/>
          <w:sz w:val="28"/>
          <w:szCs w:val="24"/>
        </w:rPr>
      </w:pP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</w:p>
    <w:p w:rsidR="004A111C" w:rsidRDefault="004A111C" w:rsidP="004A111C">
      <w:pPr>
        <w:autoSpaceDE w:val="0"/>
        <w:autoSpaceDN w:val="0"/>
        <w:adjustRightInd w:val="0"/>
        <w:spacing w:after="8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BC044A">
        <w:rPr>
          <w:rFonts w:ascii="Times New Roman" w:hAnsi="Times New Roman"/>
          <w:sz w:val="28"/>
          <w:szCs w:val="24"/>
        </w:rPr>
        <w:t xml:space="preserve">Таблица № </w:t>
      </w:r>
      <w:r w:rsidR="007C3462">
        <w:rPr>
          <w:rFonts w:ascii="Times New Roman" w:hAnsi="Times New Roman"/>
          <w:sz w:val="28"/>
          <w:szCs w:val="24"/>
        </w:rPr>
        <w:t>1</w:t>
      </w:r>
    </w:p>
    <w:p w:rsidR="004A111C" w:rsidRDefault="00166657" w:rsidP="004A111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Сведения о целевых показателях П</w:t>
      </w:r>
      <w:r w:rsidR="004A111C" w:rsidRPr="00DD2716">
        <w:rPr>
          <w:rFonts w:ascii="Times New Roman" w:hAnsi="Times New Roman"/>
          <w:sz w:val="28"/>
          <w:szCs w:val="24"/>
        </w:rPr>
        <w:t>рограммы</w:t>
      </w:r>
    </w:p>
    <w:p w:rsidR="004A111C" w:rsidRDefault="004A111C" w:rsidP="004A111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28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4A111C" w:rsidRPr="0019028B" w:rsidTr="00113EF7">
        <w:tc>
          <w:tcPr>
            <w:tcW w:w="675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040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040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Показатели и                индикаторы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C90404">
              <w:rPr>
                <w:rFonts w:ascii="Times New Roman" w:hAnsi="Times New Roman"/>
                <w:sz w:val="24"/>
                <w:szCs w:val="24"/>
              </w:rPr>
              <w:t>измере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2003-2012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2013-2024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05" w:type="dxa"/>
            <w:gridSpan w:val="12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ET"/>
                <w:sz w:val="24"/>
                <w:szCs w:val="24"/>
              </w:rPr>
              <w:t>В том числе</w:t>
            </w:r>
            <w:r w:rsidR="003A5C7F">
              <w:rPr>
                <w:rFonts w:cs="TimesET"/>
                <w:sz w:val="24"/>
                <w:szCs w:val="24"/>
              </w:rPr>
              <w:t xml:space="preserve"> </w:t>
            </w:r>
            <w:r w:rsidR="009E5265">
              <w:rPr>
                <w:rFonts w:cs="TimesET"/>
                <w:sz w:val="24"/>
                <w:szCs w:val="24"/>
              </w:rPr>
              <w:t>по годам</w:t>
            </w:r>
          </w:p>
        </w:tc>
      </w:tr>
      <w:tr w:rsidR="004A111C" w:rsidRPr="0019028B" w:rsidTr="00113EF7">
        <w:tc>
          <w:tcPr>
            <w:tcW w:w="675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</w:tbl>
    <w:p w:rsidR="004A111C" w:rsidRPr="0019028B" w:rsidRDefault="004A111C" w:rsidP="004A111C">
      <w:pPr>
        <w:rPr>
          <w:sz w:val="2"/>
          <w:szCs w:val="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4A111C" w:rsidRPr="0019028B" w:rsidTr="00113EF7">
        <w:trPr>
          <w:trHeight w:val="284"/>
          <w:tblHeader/>
        </w:trPr>
        <w:tc>
          <w:tcPr>
            <w:tcW w:w="675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4A111C" w:rsidRPr="00BF6642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2C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:rsidR="004A111C" w:rsidRPr="00C90404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Протяженность сети автомобильных дорог общего пользования регионального или межмуниципального и местного значения на территории Рязанской области,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13792,6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14355,8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14398,4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14653,0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15327,8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15444,3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15454,4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15478,2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15678,2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8D3B09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15681,1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8D3B09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15682,1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8D3B09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15683,1</w:t>
            </w:r>
          </w:p>
        </w:tc>
      </w:tr>
      <w:tr w:rsidR="004A111C" w:rsidRPr="00BF6642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6580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6595,3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6601,7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6597,5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6598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6465,4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6498,9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6500,8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6500,8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6500,8</w:t>
            </w:r>
          </w:p>
        </w:tc>
      </w:tr>
      <w:tr w:rsidR="004A111C" w:rsidRPr="00BF6642" w:rsidTr="00DD2716">
        <w:trPr>
          <w:cantSplit/>
          <w:trHeight w:val="1134"/>
        </w:trPr>
        <w:tc>
          <w:tcPr>
            <w:tcW w:w="675" w:type="dxa"/>
            <w:vMerge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CB7040" w:rsidRDefault="00CB7040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7254,6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7818,8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7818,4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8057,7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8726,1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8846,8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8856,5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9012,9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9179,3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A111C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9180,3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9181,3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9182,3</w:t>
            </w:r>
          </w:p>
        </w:tc>
      </w:tr>
      <w:tr w:rsidR="004A111C" w:rsidRPr="00C90404" w:rsidTr="00BE2833">
        <w:trPr>
          <w:cantSplit/>
          <w:trHeight w:val="1134"/>
        </w:trPr>
        <w:tc>
          <w:tcPr>
            <w:tcW w:w="675" w:type="dxa"/>
            <w:vMerge w:val="restart"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Объемы ввода в эксплуатацию после строительства и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реконструкции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 регионального или межмуниципального и местного значения,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211,413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4A111C" w:rsidRDefault="00AD1D62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206,24066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10,649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4,812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44,44565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15,22646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20,914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24,9965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12,59305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17,69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16,633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</w:t>
            </w:r>
            <w:r w:rsidR="00AD1D62">
              <w:rPr>
                <w:rFonts w:ascii="Times New Roman" w:hAnsi="Times New Roman"/>
                <w:sz w:val="22"/>
                <w:szCs w:val="22"/>
              </w:rPr>
              <w:t>853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4,428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BE2833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201,787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4A111C" w:rsidRDefault="00AD1D62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130,733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6,31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0,207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36,378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13,735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9,802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9,37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</w:t>
            </w:r>
            <w:r w:rsidR="00AD1D62">
              <w:rPr>
                <w:rFonts w:ascii="Times New Roman" w:hAnsi="Times New Roman"/>
                <w:sz w:val="22"/>
                <w:szCs w:val="22"/>
              </w:rPr>
              <w:t>853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3,428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 с применением принципиально новой или с новыми потребительскими свойствами продукции, новых или модернизированных технологий (результатов инновационной деятельности)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9,626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BE2833">
        <w:trPr>
          <w:cantSplit/>
          <w:trHeight w:val="132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BE28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4A111C" w:rsidRDefault="00AD1D62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64,63766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4,339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0,135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1,66765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1,49146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11,112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18,7965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  <w:r w:rsidR="00A9066B">
              <w:rPr>
                <w:rFonts w:ascii="Times New Roman" w:hAnsi="Times New Roman"/>
                <w:sz w:val="22"/>
                <w:szCs w:val="22"/>
              </w:rPr>
              <w:t>2,14305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3,633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2а</w:t>
            </w: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Объемы ввода в эксплуатацию после строительства и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реконструкции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 регионального или межмуниципального и местного значения исходя из расчетной протяженности введенных искусственных сооружений (мостов, мостовых переходов, путепроводов, транспортных развязок),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1,042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630FC0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1,042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630FC0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812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583DF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BE2833">
        <w:trPr>
          <w:cantSplit/>
          <w:trHeight w:val="1134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2552" w:type="dxa"/>
          </w:tcPr>
          <w:p w:rsidR="004A111C" w:rsidRPr="00C90404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Прирост протяженности сети автомобильных дорог регионального или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межмуниципаль-ного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местного значения на территории Рязанской области в результате строительства новых автомобильных дорог,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177,62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4A111C" w:rsidRDefault="00AD1D62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141,97931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10,649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4,812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42,694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14,90646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15,212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20,0665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10,19835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16,046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  <w:r w:rsidR="00AD1D62"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BE2833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167,994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4A111C" w:rsidRDefault="00AD1D62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77,639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6,31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0,207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35,694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13,415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9,37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</w:t>
            </w:r>
            <w:r w:rsidR="00BE2833"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 с применением принципиально новой или с новыми потребительскими свойствами продукции, новых или модернизированных технологий (результатов инновационной деятельности)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9,626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BE2833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4A111C" w:rsidRPr="004A111C" w:rsidRDefault="0096074A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4A111C" w:rsidRDefault="00AD1D62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53,47031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4,339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0,135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1,49146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11,112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13,8665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9,74835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6,676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BE2833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реконструкции автомобильных дорог,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33,793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4A111C" w:rsidRDefault="00AD1D62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E2833">
              <w:rPr>
                <w:rFonts w:ascii="Times New Roman" w:hAnsi="Times New Roman"/>
                <w:sz w:val="22"/>
                <w:szCs w:val="22"/>
              </w:rPr>
              <w:t>63,1937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5,702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2,3947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1,644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14,131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29,96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3,428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33,793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D1D62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53,094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5,702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3A5C7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29,96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3,428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D1D62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10,0997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2,394</w:t>
            </w:r>
            <w:r w:rsidR="001A691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1,644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1,131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BE2833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ремонта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автомобильных дорог,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572,678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4A111C" w:rsidRDefault="00AD1D62" w:rsidP="00630FC0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2870,799</w:t>
            </w:r>
            <w:r w:rsidR="00BE2833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154,151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65,404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112,982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153,178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219,6171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106,087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206,33032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C01C5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339,3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293796" w:rsidRDefault="00CE195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361,757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293796" w:rsidRDefault="00AD1D62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141,231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293796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527,681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293796" w:rsidRDefault="00CE195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483,081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525,044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53A7B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2207,38358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98,246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43,25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73,537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93,288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130,769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152,40858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197,716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293796" w:rsidRDefault="00CE195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259,522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293796" w:rsidRDefault="00AD1D62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128,485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293796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522,681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293796" w:rsidRDefault="00CE195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478,081</w:t>
            </w:r>
          </w:p>
        </w:tc>
      </w:tr>
      <w:tr w:rsidR="004A111C" w:rsidRPr="00C90404" w:rsidTr="00BE2833">
        <w:trPr>
          <w:cantSplit/>
          <w:trHeight w:val="127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47,634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4A111C" w:rsidRDefault="00AD1D62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663,41</w:t>
            </w:r>
            <w:r w:rsidR="00BE2833">
              <w:rPr>
                <w:rFonts w:ascii="Times New Roman" w:hAnsi="Times New Roman"/>
                <w:sz w:val="22"/>
                <w:szCs w:val="22"/>
              </w:rPr>
              <w:t>584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55,905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22,154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39,445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59,89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88,8481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76,687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53,92174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C01C5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141,584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AD1D62">
              <w:rPr>
                <w:rFonts w:ascii="Times New Roman" w:hAnsi="Times New Roman"/>
                <w:sz w:val="22"/>
                <w:szCs w:val="22"/>
              </w:rPr>
              <w:t>2,235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12,746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7715B3" w:rsidRPr="00C90404" w:rsidTr="00B202B0">
        <w:trPr>
          <w:cantSplit/>
          <w:trHeight w:val="1270"/>
        </w:trPr>
        <w:tc>
          <w:tcPr>
            <w:tcW w:w="675" w:type="dxa"/>
            <w:shd w:val="clear" w:color="auto" w:fill="auto"/>
          </w:tcPr>
          <w:p w:rsidR="007715B3" w:rsidRDefault="007715B3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  <w:r w:rsidR="002F7443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2552" w:type="dxa"/>
            <w:shd w:val="clear" w:color="auto" w:fill="auto"/>
          </w:tcPr>
          <w:p w:rsidR="007715B3" w:rsidRDefault="007715B3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Увеличение протяженности автомобильных дорог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ремонта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автомобильных дорог, в том числе улично-дорожной сети городских агломераций</w:t>
            </w:r>
            <w:r w:rsidR="009C6DBC">
              <w:rPr>
                <w:rFonts w:ascii="Times New Roman" w:hAnsi="Times New Roman"/>
                <w:sz w:val="22"/>
                <w:szCs w:val="22"/>
              </w:rPr>
              <w:t xml:space="preserve"> за счет бюджетных ассигнований резервного фонда Правительства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7715B3" w:rsidRPr="004A111C" w:rsidRDefault="009C6DB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715B3" w:rsidRPr="004A111C" w:rsidRDefault="002657C8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715B3" w:rsidRDefault="002657C8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26,67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15B3" w:rsidRPr="004A111C" w:rsidRDefault="002657C8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15B3" w:rsidRPr="004A111C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15B3" w:rsidRPr="004A111C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15B3" w:rsidRPr="004A111C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15B3" w:rsidRPr="004A111C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15B3" w:rsidRPr="004A111C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15B3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15B3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15B3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26,67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15B3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15B3" w:rsidRPr="004A111C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15B3" w:rsidRPr="004A111C" w:rsidRDefault="002657C8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746283" w:rsidRPr="00746283" w:rsidTr="00AB0911">
        <w:trPr>
          <w:cantSplit/>
          <w:trHeight w:val="930"/>
        </w:trPr>
        <w:tc>
          <w:tcPr>
            <w:tcW w:w="675" w:type="dxa"/>
          </w:tcPr>
          <w:p w:rsidR="004A111C" w:rsidRPr="00746283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552" w:type="dxa"/>
          </w:tcPr>
          <w:p w:rsidR="004A111C" w:rsidRPr="00746283" w:rsidRDefault="00320CF5" w:rsidP="008A4E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Количество и протяженность уникальных искусственных сооружений</w:t>
            </w:r>
            <w:r w:rsidR="002147CD" w:rsidRPr="00746283">
              <w:rPr>
                <w:rFonts w:ascii="Times New Roman" w:hAnsi="Times New Roman"/>
                <w:sz w:val="22"/>
                <w:szCs w:val="22"/>
              </w:rPr>
              <w:t>,</w:t>
            </w:r>
            <w:r w:rsidRPr="00746283">
              <w:rPr>
                <w:rFonts w:ascii="Times New Roman" w:hAnsi="Times New Roman"/>
                <w:sz w:val="22"/>
                <w:szCs w:val="22"/>
              </w:rPr>
              <w:t xml:space="preserve"> капитальный ремонт (ремонт) которых завершен </w:t>
            </w:r>
          </w:p>
        </w:tc>
        <w:tc>
          <w:tcPr>
            <w:tcW w:w="1134" w:type="dxa"/>
          </w:tcPr>
          <w:p w:rsidR="004A111C" w:rsidRPr="00746283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шт./</w:t>
            </w:r>
          </w:p>
          <w:p w:rsidR="004A111C" w:rsidRPr="00746283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6283">
              <w:rPr>
                <w:rFonts w:ascii="Times New Roman" w:hAnsi="Times New Roman"/>
                <w:sz w:val="22"/>
                <w:szCs w:val="22"/>
              </w:rPr>
              <w:t>пог</w:t>
            </w:r>
            <w:proofErr w:type="spellEnd"/>
            <w:r w:rsidRPr="00746283">
              <w:rPr>
                <w:rFonts w:ascii="Times New Roman" w:hAnsi="Times New Roman"/>
                <w:sz w:val="22"/>
                <w:szCs w:val="22"/>
              </w:rPr>
              <w:t>. 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746283" w:rsidRDefault="002E03CD" w:rsidP="00630FC0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5/</w:t>
            </w:r>
            <w:r w:rsidR="009B0492" w:rsidRPr="00746283">
              <w:rPr>
                <w:rFonts w:ascii="Times New Roman" w:hAnsi="Times New Roman"/>
                <w:sz w:val="22"/>
                <w:szCs w:val="22"/>
              </w:rPr>
              <w:t>762,16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746283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9B0492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5 / 762,1</w:t>
            </w:r>
            <w:r w:rsidR="00E32172" w:rsidRPr="0074628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630FC0" w:rsidP="009B0492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46283" w:rsidRPr="00746283" w:rsidTr="00113EF7">
        <w:trPr>
          <w:cantSplit/>
          <w:trHeight w:val="930"/>
        </w:trPr>
        <w:tc>
          <w:tcPr>
            <w:tcW w:w="675" w:type="dxa"/>
          </w:tcPr>
          <w:p w:rsidR="00320CF5" w:rsidRPr="00746283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2552" w:type="dxa"/>
          </w:tcPr>
          <w:p w:rsidR="00320CF5" w:rsidRPr="00746283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Количество и протяженность уник</w:t>
            </w:r>
            <w:r w:rsidR="008A4EEE" w:rsidRPr="00746283">
              <w:rPr>
                <w:rFonts w:ascii="Times New Roman" w:hAnsi="Times New Roman"/>
                <w:sz w:val="22"/>
                <w:szCs w:val="22"/>
              </w:rPr>
              <w:t>альных искусственных сооружений</w:t>
            </w:r>
            <w:r w:rsidR="002147CD" w:rsidRPr="00746283">
              <w:rPr>
                <w:rFonts w:ascii="Times New Roman" w:hAnsi="Times New Roman"/>
                <w:sz w:val="22"/>
                <w:szCs w:val="22"/>
              </w:rPr>
              <w:t>,</w:t>
            </w:r>
            <w:r w:rsidR="008A4EEE" w:rsidRPr="0074628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6283">
              <w:rPr>
                <w:rFonts w:ascii="Times New Roman" w:hAnsi="Times New Roman"/>
                <w:sz w:val="22"/>
                <w:szCs w:val="22"/>
              </w:rPr>
              <w:t>строительство (реконструкция) которых завершено</w:t>
            </w:r>
            <w:r w:rsidR="00B508A2" w:rsidRPr="0074628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320CF5" w:rsidRPr="00746283" w:rsidRDefault="00320CF5" w:rsidP="00320C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шт./</w:t>
            </w:r>
          </w:p>
          <w:p w:rsidR="00320CF5" w:rsidRPr="00746283" w:rsidRDefault="00320CF5" w:rsidP="00320C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46283">
              <w:rPr>
                <w:rFonts w:ascii="Times New Roman" w:hAnsi="Times New Roman"/>
                <w:sz w:val="22"/>
                <w:szCs w:val="22"/>
              </w:rPr>
              <w:t>пог</w:t>
            </w:r>
            <w:proofErr w:type="spellEnd"/>
            <w:r w:rsidRPr="00746283">
              <w:rPr>
                <w:rFonts w:ascii="Times New Roman" w:hAnsi="Times New Roman"/>
                <w:sz w:val="22"/>
                <w:szCs w:val="22"/>
              </w:rPr>
              <w:t>. м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746283" w:rsidRDefault="00320CF5" w:rsidP="007715B3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746283" w:rsidRDefault="00E17E96" w:rsidP="007715B3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1/-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7715B3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746283" w:rsidRDefault="00320CF5" w:rsidP="007715B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7715B3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7715B3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7715B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746283" w:rsidRDefault="00320CF5" w:rsidP="007715B3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7715B3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7715B3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7715B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746283" w:rsidRDefault="00320CF5" w:rsidP="007715B3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7715B3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8A4EEE" w:rsidP="00475FF8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1/</w:t>
            </w:r>
            <w:r w:rsidR="00475FF8"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20CF5" w:rsidRPr="00C90404" w:rsidTr="006466CA">
        <w:trPr>
          <w:cantSplit/>
          <w:trHeight w:val="1439"/>
        </w:trPr>
        <w:tc>
          <w:tcPr>
            <w:tcW w:w="675" w:type="dxa"/>
          </w:tcPr>
          <w:p w:rsidR="00320CF5" w:rsidRPr="004B2FAE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4B2FA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20CF5" w:rsidRPr="004B2FAE" w:rsidRDefault="00320CF5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Доля уникальных искусственных дорожных сооружений, находящихся в предаварийном или аварийном состоянии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20CF5" w:rsidRPr="004B2FAE" w:rsidRDefault="00320CF5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</w:tr>
      <w:tr w:rsidR="00320CF5" w:rsidRPr="00C90404" w:rsidTr="006466CA">
        <w:trPr>
          <w:cantSplit/>
          <w:trHeight w:val="930"/>
        </w:trPr>
        <w:tc>
          <w:tcPr>
            <w:tcW w:w="675" w:type="dxa"/>
            <w:vMerge w:val="restart"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2552" w:type="dxa"/>
            <w:tcBorders>
              <w:bottom w:val="nil"/>
            </w:tcBorders>
          </w:tcPr>
          <w:p w:rsidR="00320CF5" w:rsidRDefault="00320CF5" w:rsidP="002E03C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Общая протяженность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bottom w:val="nil"/>
            </w:tcBorders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cBorders>
              <w:bottom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4216,8</w:t>
            </w:r>
          </w:p>
        </w:tc>
        <w:tc>
          <w:tcPr>
            <w:tcW w:w="708" w:type="dxa"/>
            <w:tcBorders>
              <w:bottom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4187,2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4300,8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4240,9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4821</w:t>
            </w:r>
          </w:p>
        </w:tc>
        <w:tc>
          <w:tcPr>
            <w:tcW w:w="708" w:type="dxa"/>
            <w:tcBorders>
              <w:bottom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4609,7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4818,4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5159,4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320CF5" w:rsidRPr="00293796" w:rsidRDefault="00CE195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5535,3</w:t>
            </w:r>
          </w:p>
        </w:tc>
        <w:tc>
          <w:tcPr>
            <w:tcW w:w="708" w:type="dxa"/>
            <w:tcBorders>
              <w:bottom w:val="nil"/>
            </w:tcBorders>
            <w:textDirection w:val="btLr"/>
            <w:vAlign w:val="center"/>
          </w:tcPr>
          <w:p w:rsidR="00320CF5" w:rsidRPr="00293796" w:rsidRDefault="00CE195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5706,4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320CF5" w:rsidRPr="00293796" w:rsidRDefault="00CE195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6237,6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320CF5" w:rsidRPr="00CE1953" w:rsidRDefault="00AD1D62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1953">
              <w:rPr>
                <w:rFonts w:ascii="Times New Roman" w:hAnsi="Times New Roman"/>
                <w:sz w:val="22"/>
                <w:szCs w:val="22"/>
              </w:rPr>
              <w:t>6720,6</w:t>
            </w:r>
          </w:p>
        </w:tc>
      </w:tr>
      <w:tr w:rsidR="00320CF5" w:rsidRPr="00C90404" w:rsidTr="006466CA">
        <w:trPr>
          <w:cantSplit/>
          <w:trHeight w:val="546"/>
        </w:trPr>
        <w:tc>
          <w:tcPr>
            <w:tcW w:w="675" w:type="dxa"/>
            <w:vMerge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320CF5" w:rsidRDefault="002E03CD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31 </w:t>
            </w:r>
            <w:r w:rsidR="00320CF5">
              <w:rPr>
                <w:rFonts w:ascii="Times New Roman" w:hAnsi="Times New Roman"/>
                <w:sz w:val="22"/>
                <w:szCs w:val="22"/>
              </w:rPr>
              <w:t>декабря отчетного года, в том числе:</w:t>
            </w:r>
          </w:p>
        </w:tc>
        <w:tc>
          <w:tcPr>
            <w:tcW w:w="1134" w:type="dxa"/>
            <w:tcBorders>
              <w:top w:val="nil"/>
            </w:tcBorders>
          </w:tcPr>
          <w:p w:rsidR="00320CF5" w:rsidRPr="004A111C" w:rsidRDefault="00320CF5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320CF5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320CF5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320CF5" w:rsidRPr="00293796" w:rsidRDefault="00320CF5" w:rsidP="003A5C7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  <w:textDirection w:val="btLr"/>
            <w:vAlign w:val="center"/>
          </w:tcPr>
          <w:p w:rsidR="00320CF5" w:rsidRPr="0029379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320CF5" w:rsidRPr="0029379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320CF5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0CF5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20CF5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784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817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891,2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1146,7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1417,8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1447,7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1600,1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1797,8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293796" w:rsidRDefault="00CE1953" w:rsidP="003A5C7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2070,3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293796" w:rsidRDefault="00CE195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2228,8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293796" w:rsidRDefault="00CE195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2754,9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6466CA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3233</w:t>
            </w:r>
          </w:p>
        </w:tc>
      </w:tr>
      <w:tr w:rsidR="00320CF5" w:rsidRPr="00C90404" w:rsidTr="00AD1D62">
        <w:trPr>
          <w:cantSplit/>
          <w:trHeight w:val="971"/>
        </w:trPr>
        <w:tc>
          <w:tcPr>
            <w:tcW w:w="675" w:type="dxa"/>
            <w:vMerge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20CF5" w:rsidRDefault="00320CF5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3432,8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3370,2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3409,6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3094,2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3403,2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3162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3218,3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3361,5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CE195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796">
              <w:rPr>
                <w:rFonts w:ascii="Times New Roman" w:hAnsi="Times New Roman"/>
                <w:sz w:val="22"/>
                <w:szCs w:val="22"/>
              </w:rPr>
              <w:t>3464,9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DD2716" w:rsidRDefault="00AD1D62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3477,7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AD1D62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3482,7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AD1D62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3487,7</w:t>
            </w:r>
          </w:p>
        </w:tc>
      </w:tr>
      <w:tr w:rsidR="00320CF5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2552" w:type="dxa"/>
          </w:tcPr>
          <w:p w:rsidR="002E03CD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протяженности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20CF5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 декабря отчетного года, в том числе: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30,6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28,9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31,5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35,3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39,8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42,9</w:t>
            </w:r>
          </w:p>
        </w:tc>
      </w:tr>
      <w:tr w:rsidR="00320CF5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20CF5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21,5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27,8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31,9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49,7</w:t>
            </w:r>
          </w:p>
        </w:tc>
      </w:tr>
      <w:tr w:rsidR="00320CF5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20CF5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47,3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43,1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43,6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38,4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39,0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35,7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37,7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BE2833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38,0</w:t>
            </w:r>
          </w:p>
        </w:tc>
      </w:tr>
    </w:tbl>
    <w:p w:rsidR="004A111C" w:rsidRDefault="004A111C" w:rsidP="004A11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Примечание: В графах </w:t>
      </w:r>
      <w:hyperlink r:id="rId12" w:history="1">
        <w:r>
          <w:rPr>
            <w:rFonts w:ascii="Times New Roman" w:hAnsi="Times New Roman"/>
            <w:sz w:val="22"/>
            <w:szCs w:val="22"/>
          </w:rPr>
          <w:t>«</w:t>
        </w:r>
        <w:r w:rsidRPr="00C90404">
          <w:rPr>
            <w:rFonts w:ascii="Times New Roman" w:hAnsi="Times New Roman"/>
            <w:sz w:val="22"/>
            <w:szCs w:val="22"/>
          </w:rPr>
          <w:t>2013 год</w:t>
        </w:r>
      </w:hyperlink>
      <w:r>
        <w:rPr>
          <w:rFonts w:ascii="Times New Roman" w:hAnsi="Times New Roman"/>
          <w:sz w:val="22"/>
          <w:szCs w:val="22"/>
        </w:rPr>
        <w:t>»</w:t>
      </w:r>
      <w:r w:rsidRPr="00C90404">
        <w:rPr>
          <w:rFonts w:ascii="Times New Roman" w:hAnsi="Times New Roman"/>
          <w:sz w:val="22"/>
          <w:szCs w:val="22"/>
        </w:rPr>
        <w:t xml:space="preserve"> и </w:t>
      </w:r>
      <w:hyperlink r:id="rId13" w:history="1">
        <w:r>
          <w:rPr>
            <w:rFonts w:ascii="Times New Roman" w:hAnsi="Times New Roman"/>
            <w:sz w:val="22"/>
            <w:szCs w:val="22"/>
          </w:rPr>
          <w:t>«</w:t>
        </w:r>
        <w:r w:rsidRPr="00C90404">
          <w:rPr>
            <w:rFonts w:ascii="Times New Roman" w:hAnsi="Times New Roman"/>
            <w:sz w:val="22"/>
            <w:szCs w:val="22"/>
          </w:rPr>
          <w:t>2014 год</w:t>
        </w:r>
      </w:hyperlink>
      <w:r>
        <w:rPr>
          <w:rFonts w:ascii="Times New Roman" w:hAnsi="Times New Roman"/>
          <w:sz w:val="22"/>
          <w:szCs w:val="22"/>
        </w:rPr>
        <w:t>»</w:t>
      </w:r>
      <w:r w:rsidRPr="00C90404">
        <w:rPr>
          <w:rFonts w:ascii="Times New Roman" w:hAnsi="Times New Roman"/>
          <w:sz w:val="22"/>
          <w:szCs w:val="22"/>
        </w:rPr>
        <w:t xml:space="preserve"> указаны фактически достигнутые величины показателей за соответствующий год</w:t>
      </w:r>
      <w:proofErr w:type="gramStart"/>
      <w:r w:rsidRPr="00C90404">
        <w:rPr>
          <w:rFonts w:ascii="Times New Roman" w:hAnsi="Times New Roman"/>
          <w:sz w:val="22"/>
          <w:szCs w:val="22"/>
        </w:rPr>
        <w:t>.</w:t>
      </w:r>
      <w:r w:rsidR="009F6042">
        <w:rPr>
          <w:rFonts w:ascii="Times New Roman" w:hAnsi="Times New Roman"/>
          <w:sz w:val="22"/>
          <w:szCs w:val="22"/>
        </w:rPr>
        <w:t>»</w:t>
      </w:r>
      <w:r w:rsidR="00052229">
        <w:rPr>
          <w:rFonts w:ascii="Times New Roman" w:hAnsi="Times New Roman"/>
          <w:sz w:val="22"/>
          <w:szCs w:val="22"/>
        </w:rPr>
        <w:t>.</w:t>
      </w:r>
      <w:proofErr w:type="gramEnd"/>
    </w:p>
    <w:p w:rsidR="00445430" w:rsidRPr="00C90404" w:rsidRDefault="00445430" w:rsidP="004A11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4A111C" w:rsidRDefault="00C23289" w:rsidP="00662A15"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</w:t>
      </w:r>
    </w:p>
    <w:sectPr w:rsidR="004A111C" w:rsidSect="002E03CD">
      <w:headerReference w:type="default" r:id="rId14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1BB" w:rsidRDefault="006561BB">
      <w:r>
        <w:separator/>
      </w:r>
    </w:p>
  </w:endnote>
  <w:endnote w:type="continuationSeparator" w:id="0">
    <w:p w:rsidR="006561BB" w:rsidRDefault="0065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B202B0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B202B0" w:rsidRDefault="00B202B0">
          <w:pPr>
            <w:pStyle w:val="a6"/>
          </w:pPr>
          <w:r>
            <w:rPr>
              <w:noProof/>
            </w:rPr>
            <w:drawing>
              <wp:inline distT="0" distB="0" distL="0" distR="0" wp14:anchorId="18A0DD4D" wp14:editId="6E568A6B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B202B0" w:rsidRPr="00963E33" w:rsidRDefault="00B202B0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9091499" wp14:editId="3C67F073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B202B0" w:rsidRPr="00963E33" w:rsidRDefault="002E03CD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6480  28.12.2021 16:27:02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B202B0" w:rsidRPr="00F16F07" w:rsidRDefault="00B202B0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B202B0" w:rsidRPr="00963E33" w:rsidRDefault="00B202B0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B202B0" w:rsidRPr="009573D3" w:rsidRDefault="00B202B0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B202B0" w:rsidRPr="00963E33" w:rsidTr="00963E33">
      <w:tc>
        <w:tcPr>
          <w:tcW w:w="2538" w:type="dxa"/>
        </w:tcPr>
        <w:p w:rsidR="00B202B0" w:rsidRPr="00963E33" w:rsidRDefault="00B202B0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B202B0" w:rsidRPr="00963E33" w:rsidRDefault="00B202B0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B202B0" w:rsidRPr="00963E33" w:rsidRDefault="00B202B0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B202B0" w:rsidRPr="00963E33" w:rsidRDefault="00B202B0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B202B0" w:rsidRDefault="00B202B0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1BB" w:rsidRDefault="006561BB">
      <w:r>
        <w:separator/>
      </w:r>
    </w:p>
  </w:footnote>
  <w:footnote w:type="continuationSeparator" w:id="0">
    <w:p w:rsidR="006561BB" w:rsidRDefault="00656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2B0" w:rsidRDefault="00B202B0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B202B0" w:rsidRDefault="00B202B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2B0" w:rsidRPr="00481B88" w:rsidRDefault="00B202B0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B202B0" w:rsidRPr="00481B88" w:rsidRDefault="00B202B0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E17CD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B202B0" w:rsidRPr="00E37801" w:rsidRDefault="00B202B0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23.15pt;height:11.6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UiJcWUHm2nEbJQRZhbGT6B6ZlcG97yO/0FVaei59SpQzs0OFWsF21uoORcL0Rw1N91rhJLi3HSFm5FE6Pn3Dw==" w:salt="vTxfFxp6DGCsm8y9armYV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07D40"/>
    <w:rsid w:val="0001104A"/>
    <w:rsid w:val="00013363"/>
    <w:rsid w:val="0001360F"/>
    <w:rsid w:val="0001786C"/>
    <w:rsid w:val="00022A8E"/>
    <w:rsid w:val="00024B3E"/>
    <w:rsid w:val="00030105"/>
    <w:rsid w:val="000331B3"/>
    <w:rsid w:val="00033413"/>
    <w:rsid w:val="00037C0C"/>
    <w:rsid w:val="00040527"/>
    <w:rsid w:val="000502A3"/>
    <w:rsid w:val="00051B8C"/>
    <w:rsid w:val="00052229"/>
    <w:rsid w:val="00056DEB"/>
    <w:rsid w:val="00060834"/>
    <w:rsid w:val="00065C52"/>
    <w:rsid w:val="00073A7A"/>
    <w:rsid w:val="00076D5E"/>
    <w:rsid w:val="00084DD3"/>
    <w:rsid w:val="000917C0"/>
    <w:rsid w:val="00092145"/>
    <w:rsid w:val="0009319D"/>
    <w:rsid w:val="000953CF"/>
    <w:rsid w:val="00095862"/>
    <w:rsid w:val="000B0736"/>
    <w:rsid w:val="000B2280"/>
    <w:rsid w:val="000B3ECA"/>
    <w:rsid w:val="000B7975"/>
    <w:rsid w:val="000C651D"/>
    <w:rsid w:val="000E166B"/>
    <w:rsid w:val="000E7582"/>
    <w:rsid w:val="000F2B84"/>
    <w:rsid w:val="000F5BB8"/>
    <w:rsid w:val="001032A2"/>
    <w:rsid w:val="00113B13"/>
    <w:rsid w:val="00113EF7"/>
    <w:rsid w:val="001206B1"/>
    <w:rsid w:val="00122CFD"/>
    <w:rsid w:val="0013431C"/>
    <w:rsid w:val="00137B7B"/>
    <w:rsid w:val="00146D07"/>
    <w:rsid w:val="00147077"/>
    <w:rsid w:val="00147E70"/>
    <w:rsid w:val="00151370"/>
    <w:rsid w:val="0015468F"/>
    <w:rsid w:val="0015556E"/>
    <w:rsid w:val="00162E72"/>
    <w:rsid w:val="00165922"/>
    <w:rsid w:val="00166657"/>
    <w:rsid w:val="00175BE5"/>
    <w:rsid w:val="001850F4"/>
    <w:rsid w:val="0018718F"/>
    <w:rsid w:val="00190FF9"/>
    <w:rsid w:val="00193393"/>
    <w:rsid w:val="00193C30"/>
    <w:rsid w:val="001947BE"/>
    <w:rsid w:val="001A0574"/>
    <w:rsid w:val="001A0810"/>
    <w:rsid w:val="001A0A98"/>
    <w:rsid w:val="001A25F1"/>
    <w:rsid w:val="001A560F"/>
    <w:rsid w:val="001A6914"/>
    <w:rsid w:val="001B0982"/>
    <w:rsid w:val="001B32BA"/>
    <w:rsid w:val="001B7E90"/>
    <w:rsid w:val="001C5DC8"/>
    <w:rsid w:val="001D7503"/>
    <w:rsid w:val="001D7CF0"/>
    <w:rsid w:val="001E0317"/>
    <w:rsid w:val="001E20F1"/>
    <w:rsid w:val="001E2695"/>
    <w:rsid w:val="001E6E55"/>
    <w:rsid w:val="001F12E8"/>
    <w:rsid w:val="001F228C"/>
    <w:rsid w:val="001F411B"/>
    <w:rsid w:val="001F64B8"/>
    <w:rsid w:val="001F7C83"/>
    <w:rsid w:val="00200143"/>
    <w:rsid w:val="00203046"/>
    <w:rsid w:val="00205AB5"/>
    <w:rsid w:val="002147CD"/>
    <w:rsid w:val="00224DBA"/>
    <w:rsid w:val="00231F1C"/>
    <w:rsid w:val="00242DDB"/>
    <w:rsid w:val="0024421B"/>
    <w:rsid w:val="0024596D"/>
    <w:rsid w:val="00246A5A"/>
    <w:rsid w:val="002479A2"/>
    <w:rsid w:val="00254677"/>
    <w:rsid w:val="002548C3"/>
    <w:rsid w:val="0026087E"/>
    <w:rsid w:val="00261C74"/>
    <w:rsid w:val="00261DE0"/>
    <w:rsid w:val="00265420"/>
    <w:rsid w:val="002657C8"/>
    <w:rsid w:val="00271F1F"/>
    <w:rsid w:val="002743AC"/>
    <w:rsid w:val="00274E14"/>
    <w:rsid w:val="00280A6D"/>
    <w:rsid w:val="00280FC4"/>
    <w:rsid w:val="00284A49"/>
    <w:rsid w:val="00286ECA"/>
    <w:rsid w:val="00293796"/>
    <w:rsid w:val="002953B6"/>
    <w:rsid w:val="002B42FF"/>
    <w:rsid w:val="002B7A59"/>
    <w:rsid w:val="002C5339"/>
    <w:rsid w:val="002C6B4B"/>
    <w:rsid w:val="002D4371"/>
    <w:rsid w:val="002D60AF"/>
    <w:rsid w:val="002D7D3F"/>
    <w:rsid w:val="002E0077"/>
    <w:rsid w:val="002E03CD"/>
    <w:rsid w:val="002E51A7"/>
    <w:rsid w:val="002E5A5F"/>
    <w:rsid w:val="002F1E81"/>
    <w:rsid w:val="002F7443"/>
    <w:rsid w:val="002F7554"/>
    <w:rsid w:val="00310D92"/>
    <w:rsid w:val="003160CB"/>
    <w:rsid w:val="00316C65"/>
    <w:rsid w:val="00320CF5"/>
    <w:rsid w:val="00321189"/>
    <w:rsid w:val="003222A3"/>
    <w:rsid w:val="00323E29"/>
    <w:rsid w:val="00325FB2"/>
    <w:rsid w:val="00333D63"/>
    <w:rsid w:val="00341E87"/>
    <w:rsid w:val="003510D1"/>
    <w:rsid w:val="003531F7"/>
    <w:rsid w:val="00357E36"/>
    <w:rsid w:val="00360A40"/>
    <w:rsid w:val="00366745"/>
    <w:rsid w:val="00366C05"/>
    <w:rsid w:val="003716BC"/>
    <w:rsid w:val="00376F0B"/>
    <w:rsid w:val="00377D74"/>
    <w:rsid w:val="003839C7"/>
    <w:rsid w:val="00386103"/>
    <w:rsid w:val="003870C2"/>
    <w:rsid w:val="0039301B"/>
    <w:rsid w:val="00394137"/>
    <w:rsid w:val="003A5C7F"/>
    <w:rsid w:val="003B3DC2"/>
    <w:rsid w:val="003C2FA5"/>
    <w:rsid w:val="003C7F07"/>
    <w:rsid w:val="003D3B8A"/>
    <w:rsid w:val="003D54F8"/>
    <w:rsid w:val="003D6773"/>
    <w:rsid w:val="003E2B5D"/>
    <w:rsid w:val="003E71BC"/>
    <w:rsid w:val="003F1F69"/>
    <w:rsid w:val="003F4F5E"/>
    <w:rsid w:val="00400906"/>
    <w:rsid w:val="0040111C"/>
    <w:rsid w:val="00407222"/>
    <w:rsid w:val="0042590E"/>
    <w:rsid w:val="00437F65"/>
    <w:rsid w:val="004421AA"/>
    <w:rsid w:val="00445430"/>
    <w:rsid w:val="004504E0"/>
    <w:rsid w:val="00451D08"/>
    <w:rsid w:val="00455228"/>
    <w:rsid w:val="004600FD"/>
    <w:rsid w:val="00460FEA"/>
    <w:rsid w:val="00463091"/>
    <w:rsid w:val="004729EE"/>
    <w:rsid w:val="004734B7"/>
    <w:rsid w:val="00475FF8"/>
    <w:rsid w:val="00481B88"/>
    <w:rsid w:val="00485B4F"/>
    <w:rsid w:val="004862D1"/>
    <w:rsid w:val="00490CD2"/>
    <w:rsid w:val="0049293C"/>
    <w:rsid w:val="004A111C"/>
    <w:rsid w:val="004B2D4A"/>
    <w:rsid w:val="004B2D5A"/>
    <w:rsid w:val="004B2FAE"/>
    <w:rsid w:val="004B327C"/>
    <w:rsid w:val="004B3481"/>
    <w:rsid w:val="004D293D"/>
    <w:rsid w:val="004E402F"/>
    <w:rsid w:val="004E61F5"/>
    <w:rsid w:val="004F1D67"/>
    <w:rsid w:val="004F44FE"/>
    <w:rsid w:val="00505F6F"/>
    <w:rsid w:val="00511CF7"/>
    <w:rsid w:val="00512A47"/>
    <w:rsid w:val="0053068D"/>
    <w:rsid w:val="00531C68"/>
    <w:rsid w:val="00532119"/>
    <w:rsid w:val="005335F3"/>
    <w:rsid w:val="0053740D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67542"/>
    <w:rsid w:val="0057074C"/>
    <w:rsid w:val="00573FBF"/>
    <w:rsid w:val="00574FF3"/>
    <w:rsid w:val="00580D21"/>
    <w:rsid w:val="00582538"/>
    <w:rsid w:val="005838EA"/>
    <w:rsid w:val="00583DF6"/>
    <w:rsid w:val="00585EE1"/>
    <w:rsid w:val="00590C0E"/>
    <w:rsid w:val="005939E6"/>
    <w:rsid w:val="00597133"/>
    <w:rsid w:val="005A4227"/>
    <w:rsid w:val="005B229B"/>
    <w:rsid w:val="005B3518"/>
    <w:rsid w:val="005C2D0D"/>
    <w:rsid w:val="005C34BC"/>
    <w:rsid w:val="005C56AE"/>
    <w:rsid w:val="005C7449"/>
    <w:rsid w:val="005D7C88"/>
    <w:rsid w:val="005E137B"/>
    <w:rsid w:val="005E6D99"/>
    <w:rsid w:val="005F2ADD"/>
    <w:rsid w:val="005F2C49"/>
    <w:rsid w:val="0060035A"/>
    <w:rsid w:val="006013EB"/>
    <w:rsid w:val="0060479E"/>
    <w:rsid w:val="00604BE7"/>
    <w:rsid w:val="00605025"/>
    <w:rsid w:val="00616AED"/>
    <w:rsid w:val="00622DA3"/>
    <w:rsid w:val="006244B3"/>
    <w:rsid w:val="00630FC0"/>
    <w:rsid w:val="006323FB"/>
    <w:rsid w:val="00632A4F"/>
    <w:rsid w:val="00632B56"/>
    <w:rsid w:val="006351E3"/>
    <w:rsid w:val="006401BA"/>
    <w:rsid w:val="00644236"/>
    <w:rsid w:val="006466CA"/>
    <w:rsid w:val="006471E5"/>
    <w:rsid w:val="00651A0A"/>
    <w:rsid w:val="006561BB"/>
    <w:rsid w:val="00662A15"/>
    <w:rsid w:val="0066625B"/>
    <w:rsid w:val="00671D3B"/>
    <w:rsid w:val="006738B9"/>
    <w:rsid w:val="00684A5B"/>
    <w:rsid w:val="00686FC9"/>
    <w:rsid w:val="006870FE"/>
    <w:rsid w:val="006A1F71"/>
    <w:rsid w:val="006A2B51"/>
    <w:rsid w:val="006A322F"/>
    <w:rsid w:val="006A6D02"/>
    <w:rsid w:val="006A704D"/>
    <w:rsid w:val="006C3040"/>
    <w:rsid w:val="006D2674"/>
    <w:rsid w:val="006E10B9"/>
    <w:rsid w:val="006E2179"/>
    <w:rsid w:val="006F328B"/>
    <w:rsid w:val="006F3499"/>
    <w:rsid w:val="006F5886"/>
    <w:rsid w:val="00705071"/>
    <w:rsid w:val="00707734"/>
    <w:rsid w:val="00707E19"/>
    <w:rsid w:val="00712F7C"/>
    <w:rsid w:val="0072328A"/>
    <w:rsid w:val="007256E4"/>
    <w:rsid w:val="007336CF"/>
    <w:rsid w:val="0073684D"/>
    <w:rsid w:val="007377B5"/>
    <w:rsid w:val="00745D3F"/>
    <w:rsid w:val="00746283"/>
    <w:rsid w:val="00746CC2"/>
    <w:rsid w:val="00747F07"/>
    <w:rsid w:val="00760323"/>
    <w:rsid w:val="0076032D"/>
    <w:rsid w:val="00765600"/>
    <w:rsid w:val="007670DB"/>
    <w:rsid w:val="00767BB4"/>
    <w:rsid w:val="007715B3"/>
    <w:rsid w:val="00775B4C"/>
    <w:rsid w:val="00780136"/>
    <w:rsid w:val="00791C9F"/>
    <w:rsid w:val="00792AAB"/>
    <w:rsid w:val="00793B47"/>
    <w:rsid w:val="007A1D0C"/>
    <w:rsid w:val="007A2A7B"/>
    <w:rsid w:val="007C2366"/>
    <w:rsid w:val="007C3462"/>
    <w:rsid w:val="007D1CD3"/>
    <w:rsid w:val="007D3FF6"/>
    <w:rsid w:val="007D4925"/>
    <w:rsid w:val="007E0A93"/>
    <w:rsid w:val="007E271A"/>
    <w:rsid w:val="007E426F"/>
    <w:rsid w:val="007E5B73"/>
    <w:rsid w:val="007F0C8A"/>
    <w:rsid w:val="007F11AB"/>
    <w:rsid w:val="00802176"/>
    <w:rsid w:val="008143CB"/>
    <w:rsid w:val="00823CA1"/>
    <w:rsid w:val="00826043"/>
    <w:rsid w:val="00827699"/>
    <w:rsid w:val="00830CA5"/>
    <w:rsid w:val="00831FA3"/>
    <w:rsid w:val="008418F4"/>
    <w:rsid w:val="0084321C"/>
    <w:rsid w:val="008513B9"/>
    <w:rsid w:val="00852891"/>
    <w:rsid w:val="0086615C"/>
    <w:rsid w:val="008702D3"/>
    <w:rsid w:val="00875959"/>
    <w:rsid w:val="00876034"/>
    <w:rsid w:val="00880005"/>
    <w:rsid w:val="008827E7"/>
    <w:rsid w:val="00891265"/>
    <w:rsid w:val="008A1696"/>
    <w:rsid w:val="008A191D"/>
    <w:rsid w:val="008A4EEE"/>
    <w:rsid w:val="008C191D"/>
    <w:rsid w:val="008C5264"/>
    <w:rsid w:val="008C58FE"/>
    <w:rsid w:val="008C5D38"/>
    <w:rsid w:val="008C6BD1"/>
    <w:rsid w:val="008D3B09"/>
    <w:rsid w:val="008E1F83"/>
    <w:rsid w:val="008E6C41"/>
    <w:rsid w:val="008F0816"/>
    <w:rsid w:val="008F6BB7"/>
    <w:rsid w:val="00900F42"/>
    <w:rsid w:val="00901EA2"/>
    <w:rsid w:val="009108C0"/>
    <w:rsid w:val="00914808"/>
    <w:rsid w:val="0092285C"/>
    <w:rsid w:val="00932E3C"/>
    <w:rsid w:val="009367C8"/>
    <w:rsid w:val="009437C1"/>
    <w:rsid w:val="0094480E"/>
    <w:rsid w:val="00945D13"/>
    <w:rsid w:val="0095236F"/>
    <w:rsid w:val="009546C2"/>
    <w:rsid w:val="009573D3"/>
    <w:rsid w:val="0096074A"/>
    <w:rsid w:val="009627A3"/>
    <w:rsid w:val="0096321B"/>
    <w:rsid w:val="00963E33"/>
    <w:rsid w:val="009765E4"/>
    <w:rsid w:val="009977FF"/>
    <w:rsid w:val="009A085B"/>
    <w:rsid w:val="009A330F"/>
    <w:rsid w:val="009A7702"/>
    <w:rsid w:val="009B0492"/>
    <w:rsid w:val="009B2785"/>
    <w:rsid w:val="009C04EC"/>
    <w:rsid w:val="009C1DE6"/>
    <w:rsid w:val="009C1F0E"/>
    <w:rsid w:val="009C6DBC"/>
    <w:rsid w:val="009D3C8D"/>
    <w:rsid w:val="009D3E8C"/>
    <w:rsid w:val="009E3A0E"/>
    <w:rsid w:val="009E5265"/>
    <w:rsid w:val="009F6042"/>
    <w:rsid w:val="00A06428"/>
    <w:rsid w:val="00A06629"/>
    <w:rsid w:val="00A0715C"/>
    <w:rsid w:val="00A1314B"/>
    <w:rsid w:val="00A13160"/>
    <w:rsid w:val="00A137D3"/>
    <w:rsid w:val="00A3754B"/>
    <w:rsid w:val="00A376EC"/>
    <w:rsid w:val="00A42B5F"/>
    <w:rsid w:val="00A44A8F"/>
    <w:rsid w:val="00A46867"/>
    <w:rsid w:val="00A515E7"/>
    <w:rsid w:val="00A51D96"/>
    <w:rsid w:val="00A53A7B"/>
    <w:rsid w:val="00A54812"/>
    <w:rsid w:val="00A56101"/>
    <w:rsid w:val="00A61EED"/>
    <w:rsid w:val="00A668C7"/>
    <w:rsid w:val="00A72E6E"/>
    <w:rsid w:val="00A9066B"/>
    <w:rsid w:val="00A96F84"/>
    <w:rsid w:val="00AB0911"/>
    <w:rsid w:val="00AB38FC"/>
    <w:rsid w:val="00AC3953"/>
    <w:rsid w:val="00AC7150"/>
    <w:rsid w:val="00AD1D62"/>
    <w:rsid w:val="00AD24DA"/>
    <w:rsid w:val="00AD5B91"/>
    <w:rsid w:val="00AE17CD"/>
    <w:rsid w:val="00AE1DCA"/>
    <w:rsid w:val="00AE3915"/>
    <w:rsid w:val="00AF1595"/>
    <w:rsid w:val="00AF5F7C"/>
    <w:rsid w:val="00B02207"/>
    <w:rsid w:val="00B03403"/>
    <w:rsid w:val="00B063FA"/>
    <w:rsid w:val="00B10324"/>
    <w:rsid w:val="00B12E27"/>
    <w:rsid w:val="00B147B4"/>
    <w:rsid w:val="00B15E6F"/>
    <w:rsid w:val="00B202B0"/>
    <w:rsid w:val="00B376B1"/>
    <w:rsid w:val="00B508A2"/>
    <w:rsid w:val="00B52889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28BB"/>
    <w:rsid w:val="00BB143E"/>
    <w:rsid w:val="00BB2C98"/>
    <w:rsid w:val="00BC044A"/>
    <w:rsid w:val="00BD0B82"/>
    <w:rsid w:val="00BD7AD8"/>
    <w:rsid w:val="00BD7EA9"/>
    <w:rsid w:val="00BE2833"/>
    <w:rsid w:val="00BE3198"/>
    <w:rsid w:val="00BE35C3"/>
    <w:rsid w:val="00BF4F5F"/>
    <w:rsid w:val="00BF78A8"/>
    <w:rsid w:val="00C01C56"/>
    <w:rsid w:val="00C04EEB"/>
    <w:rsid w:val="00C075A4"/>
    <w:rsid w:val="00C07F79"/>
    <w:rsid w:val="00C10F12"/>
    <w:rsid w:val="00C113C6"/>
    <w:rsid w:val="00C11826"/>
    <w:rsid w:val="00C22019"/>
    <w:rsid w:val="00C23289"/>
    <w:rsid w:val="00C36AA4"/>
    <w:rsid w:val="00C46D42"/>
    <w:rsid w:val="00C50C32"/>
    <w:rsid w:val="00C57D2A"/>
    <w:rsid w:val="00C60178"/>
    <w:rsid w:val="00C61760"/>
    <w:rsid w:val="00C63CD6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B7040"/>
    <w:rsid w:val="00CC544D"/>
    <w:rsid w:val="00CD1402"/>
    <w:rsid w:val="00CD328F"/>
    <w:rsid w:val="00CE1953"/>
    <w:rsid w:val="00CF03D8"/>
    <w:rsid w:val="00CF0D73"/>
    <w:rsid w:val="00CF610B"/>
    <w:rsid w:val="00D015D5"/>
    <w:rsid w:val="00D03D68"/>
    <w:rsid w:val="00D266DD"/>
    <w:rsid w:val="00D32B04"/>
    <w:rsid w:val="00D3598E"/>
    <w:rsid w:val="00D374E7"/>
    <w:rsid w:val="00D63949"/>
    <w:rsid w:val="00D652E7"/>
    <w:rsid w:val="00D71D3B"/>
    <w:rsid w:val="00D74377"/>
    <w:rsid w:val="00D77BCF"/>
    <w:rsid w:val="00D8157A"/>
    <w:rsid w:val="00D84394"/>
    <w:rsid w:val="00D908E5"/>
    <w:rsid w:val="00D944FD"/>
    <w:rsid w:val="00D95E55"/>
    <w:rsid w:val="00DB3664"/>
    <w:rsid w:val="00DB42DB"/>
    <w:rsid w:val="00DC16FB"/>
    <w:rsid w:val="00DC4A65"/>
    <w:rsid w:val="00DC4F66"/>
    <w:rsid w:val="00DD2716"/>
    <w:rsid w:val="00DD6EFA"/>
    <w:rsid w:val="00DF7212"/>
    <w:rsid w:val="00E103C4"/>
    <w:rsid w:val="00E10B44"/>
    <w:rsid w:val="00E11666"/>
    <w:rsid w:val="00E11F02"/>
    <w:rsid w:val="00E14227"/>
    <w:rsid w:val="00E17E96"/>
    <w:rsid w:val="00E2004A"/>
    <w:rsid w:val="00E2726B"/>
    <w:rsid w:val="00E32172"/>
    <w:rsid w:val="00E32E86"/>
    <w:rsid w:val="00E3581B"/>
    <w:rsid w:val="00E37801"/>
    <w:rsid w:val="00E41991"/>
    <w:rsid w:val="00E4623D"/>
    <w:rsid w:val="00E46EAA"/>
    <w:rsid w:val="00E5038C"/>
    <w:rsid w:val="00E50B69"/>
    <w:rsid w:val="00E5298B"/>
    <w:rsid w:val="00E54275"/>
    <w:rsid w:val="00E54354"/>
    <w:rsid w:val="00E56EFB"/>
    <w:rsid w:val="00E6458F"/>
    <w:rsid w:val="00E7242D"/>
    <w:rsid w:val="00E75404"/>
    <w:rsid w:val="00E87E25"/>
    <w:rsid w:val="00EA04F1"/>
    <w:rsid w:val="00EA2FD3"/>
    <w:rsid w:val="00EB28C9"/>
    <w:rsid w:val="00EB7CE9"/>
    <w:rsid w:val="00EC433F"/>
    <w:rsid w:val="00EC676E"/>
    <w:rsid w:val="00ED1FDE"/>
    <w:rsid w:val="00EF7A1F"/>
    <w:rsid w:val="00F04506"/>
    <w:rsid w:val="00F06EFB"/>
    <w:rsid w:val="00F1529E"/>
    <w:rsid w:val="00F16F07"/>
    <w:rsid w:val="00F30213"/>
    <w:rsid w:val="00F32125"/>
    <w:rsid w:val="00F40CE7"/>
    <w:rsid w:val="00F45975"/>
    <w:rsid w:val="00F45B7C"/>
    <w:rsid w:val="00F45FCE"/>
    <w:rsid w:val="00F55110"/>
    <w:rsid w:val="00F63B3B"/>
    <w:rsid w:val="00F64394"/>
    <w:rsid w:val="00F65E2A"/>
    <w:rsid w:val="00F66514"/>
    <w:rsid w:val="00F74151"/>
    <w:rsid w:val="00F9061A"/>
    <w:rsid w:val="00F9334F"/>
    <w:rsid w:val="00F9748A"/>
    <w:rsid w:val="00F97D7F"/>
    <w:rsid w:val="00FA122C"/>
    <w:rsid w:val="00FA3B95"/>
    <w:rsid w:val="00FA512D"/>
    <w:rsid w:val="00FB42A2"/>
    <w:rsid w:val="00FB54BA"/>
    <w:rsid w:val="00FC1278"/>
    <w:rsid w:val="00FC2397"/>
    <w:rsid w:val="00FC45EB"/>
    <w:rsid w:val="00FC4F55"/>
    <w:rsid w:val="00FC5514"/>
    <w:rsid w:val="00FC55AA"/>
    <w:rsid w:val="00FC71EE"/>
    <w:rsid w:val="00FD1366"/>
    <w:rsid w:val="00FE0822"/>
    <w:rsid w:val="00FE3A1D"/>
    <w:rsid w:val="00FE7735"/>
    <w:rsid w:val="00FF0434"/>
    <w:rsid w:val="00FF2F18"/>
    <w:rsid w:val="00FF4D84"/>
    <w:rsid w:val="00FF6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A111C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84D4FB6374A75358117872660C7E2D4A8F55508253E15F207DF14A1C5B937368BDC250400C7D32DFADBD899C54EE480B3BDCB68B7AE4C9880169398X8IBQ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84D4FB6374A75358117872660C7E2D4A8F55508253E15F207DF14A1C5B937368BDC250400C7D32DFADBD899C64EE480B3BDCB68B7AE4C9880169398X8IBQ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2521F3F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332E9-140D-45F4-A25F-BEBB4C825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2521F3F9</Template>
  <TotalTime>1296</TotalTime>
  <Pages>9</Pages>
  <Words>979</Words>
  <Characters>6485</Characters>
  <Application>Microsoft Office Word</Application>
  <DocSecurity>0</DocSecurity>
  <Lines>540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Лёксина М.А.</cp:lastModifiedBy>
  <cp:revision>139</cp:revision>
  <cp:lastPrinted>2019-03-15T13:01:00Z</cp:lastPrinted>
  <dcterms:created xsi:type="dcterms:W3CDTF">2016-02-04T06:26:00Z</dcterms:created>
  <dcterms:modified xsi:type="dcterms:W3CDTF">2021-12-30T06:33:00Z</dcterms:modified>
</cp:coreProperties>
</file>